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D30111E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POST/DYS/OLD/GZ/0</w:t>
      </w:r>
      <w:r w:rsidR="0058413F">
        <w:rPr>
          <w:rFonts w:cstheme="minorHAnsi"/>
          <w:lang w:eastAsia="pl-PL"/>
        </w:rPr>
        <w:t>4</w:t>
      </w:r>
      <w:r w:rsidR="007C6F3D">
        <w:rPr>
          <w:rFonts w:cstheme="minorHAnsi"/>
          <w:lang w:eastAsia="pl-PL"/>
        </w:rPr>
        <w:t>648</w:t>
      </w:r>
      <w:r w:rsidR="00C85ED6" w:rsidRPr="00C85ED6">
        <w:rPr>
          <w:rFonts w:cstheme="minorHAnsi"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7C6F3D" w:rsidRPr="007C6F3D">
        <w:rPr>
          <w:rFonts w:cstheme="minorHAnsi"/>
        </w:rPr>
        <w:t>Wykonanie dokumentacji i robót budowlanych w branży elektroenergetycznej na terenie działania OŁD w RE Sieradz i RE Zgierz-Pabianice w podziale na 4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587AF23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58413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7C6F3D">
            <w:rPr>
              <w:rFonts w:asciiTheme="majorHAnsi" w:hAnsiTheme="majorHAnsi"/>
              <w:color w:val="000000" w:themeColor="text1"/>
              <w:sz w:val="14"/>
              <w:szCs w:val="18"/>
            </w:rPr>
            <w:t>648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53F02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74D7E"/>
    <w:rsid w:val="00582CE9"/>
    <w:rsid w:val="0058413F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A6203"/>
    <w:rsid w:val="007B094C"/>
    <w:rsid w:val="007B0FF0"/>
    <w:rsid w:val="007B50D8"/>
    <w:rsid w:val="007C6687"/>
    <w:rsid w:val="007C67FA"/>
    <w:rsid w:val="007C6F3D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352A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264EB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POST/DYS/OLD/GZ/04648/2025                        </dmsv2SWPP2ObjectNumber>
    <dmsv2SWPP2SumMD5 xmlns="http://schemas.microsoft.com/sharepoint/v3">ea66f6164964b4463a861e1ff6185d00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24118915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JEUP5JKVCYQC-922955212-22694</_dlc_DocId>
    <_dlc_DocIdUrl xmlns="a19cb1c7-c5c7-46d4-85ae-d83685407bba">
      <Url>https://swpp2.dms.gkpge.pl/sites/41/_layouts/15/DocIdRedir.aspx?ID=JEUP5JKVCYQC-922955212-22694</Url>
      <Description>JEUP5JKVCYQC-922955212-22694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8FA010-F9D4-4819-BDDE-E10E347E4C48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C951DF-D52D-4064-BCAE-1517D2EBA80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61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18</cp:revision>
  <cp:lastPrinted>2024-07-15T11:21:00Z</cp:lastPrinted>
  <dcterms:created xsi:type="dcterms:W3CDTF">2025-01-15T13:15:00Z</dcterms:created>
  <dcterms:modified xsi:type="dcterms:W3CDTF">2026-01-13T05:51:00Z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83049004-a7cc-46cb-93d4-5dc48daaf86c</vt:lpwstr>
  </property>
</Properties>
</file>